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D665344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lang w:val="x-none" w:eastAsia="x-none"/>
        </w:rPr>
      </w:pPr>
    </w:p>
    <w:p w14:paraId="69952A1F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&lt;</w:t>
      </w:r>
      <w:proofErr w:type="spellStart"/>
      <w:r>
        <w:rPr>
          <w:sz w:val="20"/>
          <w:szCs w:val="20"/>
          <w:lang w:val="x-none" w:eastAsia="x-none"/>
        </w:rPr>
        <w:t>PracticeLetterhead</w:t>
      </w:r>
      <w:proofErr w:type="spellEnd"/>
      <w:r>
        <w:rPr>
          <w:sz w:val="20"/>
          <w:szCs w:val="20"/>
          <w:lang w:val="x-none" w:eastAsia="x-none"/>
        </w:rPr>
        <w:t>&gt;</w:t>
      </w:r>
    </w:p>
    <w:p w14:paraId="1A7DDFF9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szCs w:val="20"/>
          <w:lang w:val="x-none" w:eastAsia="x-none"/>
        </w:rPr>
      </w:pPr>
    </w:p>
    <w:tbl>
      <w:tblPr>
        <w:tblW w:w="0" w:type="auto"/>
        <w:tblInd w:w="4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9638"/>
      </w:tblGrid>
      <w:tr w:rsidR="00D0352A" w14:paraId="24CB06F4" w14:textId="77777777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9E9E9"/>
          </w:tcPr>
          <w:p w14:paraId="6A061ED5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lang w:val="x-none" w:eastAsia="x-none"/>
              </w:rPr>
            </w:pPr>
            <w:r>
              <w:rPr>
                <w:rFonts w:ascii="Times New Roman" w:hAnsi="Times New Roman" w:cs="Times New Roman"/>
                <w:b/>
                <w:bCs/>
                <w:lang w:val="x-none" w:eastAsia="x-none"/>
              </w:rPr>
              <w:t xml:space="preserve">CHRONIC DISEASE MANAGEMENT </w:t>
            </w:r>
          </w:p>
          <w:p w14:paraId="07D9C73F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shd w:val="clear" w:color="auto" w:fill="EAEAEA"/>
                <w:lang w:val="x-none" w:eastAsia="x-none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EAEAEA"/>
                <w:lang w:val="x-none" w:eastAsia="x-none"/>
              </w:rPr>
              <w:t xml:space="preserve">COORDINATION OF TEAM CARE ARRANGEMENTS (TCAs) </w:t>
            </w:r>
          </w:p>
          <w:p w14:paraId="48BD64A6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shd w:val="clear" w:color="auto" w:fill="EBEBEB"/>
                <w:lang w:val="x-none" w:eastAsia="x-none"/>
              </w:rPr>
            </w:pPr>
            <w:r>
              <w:rPr>
                <w:rFonts w:ascii="Times New Roman" w:hAnsi="Times New Roman" w:cs="Times New Roman"/>
                <w:b/>
                <w:bCs/>
                <w:lang w:val="x-none" w:eastAsia="x-none"/>
              </w:rPr>
              <w:t>(MBS ITEM NO. 723)</w:t>
            </w:r>
          </w:p>
        </w:tc>
      </w:tr>
    </w:tbl>
    <w:p w14:paraId="1BD67F88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lang w:val="x-none" w:eastAsia="x-none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0"/>
        <w:gridCol w:w="5358"/>
      </w:tblGrid>
      <w:tr w:rsidR="00D0352A" w14:paraId="2F9AFA7C" w14:textId="77777777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0EE7436D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Date service was provided:</w:t>
            </w:r>
            <w:r>
              <w:rPr>
                <w:sz w:val="20"/>
                <w:szCs w:val="20"/>
                <w:lang w:val="x-none" w:eastAsia="x-none"/>
              </w:rPr>
              <w:t xml:space="preserve"> 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14:paraId="591256DB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lang w:val="x-none" w:eastAsia="x-none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&lt;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TodaysDate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&gt;</w:t>
            </w:r>
          </w:p>
        </w:tc>
      </w:tr>
    </w:tbl>
    <w:p w14:paraId="6788223D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  <w:lang w:val="x-none" w:eastAsia="x-none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0"/>
        <w:gridCol w:w="5358"/>
      </w:tblGrid>
      <w:tr w:rsidR="00D0352A" w14:paraId="3794871B" w14:textId="77777777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6C966B07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Patient's name and address: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14:paraId="6194E8D2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PtFullName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>&gt;</w:t>
            </w:r>
          </w:p>
          <w:p w14:paraId="28B4B51B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PtAddress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>&gt;</w:t>
            </w:r>
          </w:p>
        </w:tc>
      </w:tr>
      <w:tr w:rsidR="00D0352A" w14:paraId="4498477A" w14:textId="77777777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580FD66C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Date of Birth: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14:paraId="72A1CF3D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lang w:val="x-none" w:eastAsia="x-none"/>
              </w:rPr>
            </w:pPr>
            <w:r>
              <w:rPr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PtDoB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>&gt;</w:t>
            </w:r>
          </w:p>
        </w:tc>
      </w:tr>
      <w:tr w:rsidR="00D0352A" w14:paraId="42229752" w14:textId="77777777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20FAF7F4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Contact Details: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14:paraId="5706FCF1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Phone: (M)</w:t>
            </w:r>
            <w:r>
              <w:rPr>
                <w:lang w:val="x-none" w:eastAsia="x-none"/>
              </w:rPr>
              <w:t xml:space="preserve"> </w:t>
            </w:r>
            <w:r>
              <w:rPr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PtPhoneMob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 xml:space="preserve">&gt; ; </w:t>
            </w:r>
            <w:r>
              <w:rPr>
                <w:b/>
                <w:bCs/>
                <w:sz w:val="20"/>
                <w:szCs w:val="20"/>
                <w:lang w:val="x-none" w:eastAsia="x-none"/>
              </w:rPr>
              <w:t>(H):</w:t>
            </w:r>
            <w:r>
              <w:rPr>
                <w:sz w:val="20"/>
                <w:szCs w:val="20"/>
                <w:lang w:val="x-none" w:eastAsia="x-none"/>
              </w:rPr>
              <w:t xml:space="preserve"> 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PtPhoneH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>&gt;</w:t>
            </w:r>
          </w:p>
        </w:tc>
      </w:tr>
      <w:tr w:rsidR="00D0352A" w14:paraId="0037427E" w14:textId="77777777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44140299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Medicare No.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14:paraId="4EB4914E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lang w:val="x-none" w:eastAsia="x-none"/>
              </w:rPr>
            </w:pPr>
            <w:r>
              <w:rPr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PtMCNo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>&gt;</w:t>
            </w:r>
            <w:r>
              <w:rPr>
                <w:color w:val="000000"/>
                <w:lang w:val="x-none" w:eastAsia="x-none"/>
              </w:rPr>
              <w:t xml:space="preserve"> / &lt;</w:t>
            </w:r>
            <w:proofErr w:type="spellStart"/>
            <w:r>
              <w:rPr>
                <w:color w:val="000000"/>
                <w:sz w:val="20"/>
                <w:szCs w:val="20"/>
                <w:lang w:val="x-none" w:eastAsia="x-none"/>
              </w:rPr>
              <w:t>PtMCLine</w:t>
            </w:r>
            <w:proofErr w:type="spellEnd"/>
            <w:r>
              <w:rPr>
                <w:color w:val="000000"/>
                <w:sz w:val="20"/>
                <w:szCs w:val="20"/>
                <w:lang w:val="x-none" w:eastAsia="x-none"/>
              </w:rPr>
              <w:t>&gt;</w:t>
            </w:r>
          </w:p>
        </w:tc>
      </w:tr>
      <w:tr w:rsidR="00D0352A" w14:paraId="23C26553" w14:textId="77777777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62FE977D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Private health insurance details, if  applicable:</w:t>
            </w:r>
          </w:p>
        </w:tc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14:paraId="5C068DB2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lang w:val="x-none" w:eastAsia="x-none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&lt;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PtInsFund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&gt;</w:t>
            </w:r>
          </w:p>
          <w:p w14:paraId="0276D47D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lang w:val="x-none" w:eastAsia="x-none"/>
              </w:rPr>
            </w:pPr>
            <w:r>
              <w:rPr>
                <w:color w:val="000000"/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color w:val="000000"/>
                <w:sz w:val="20"/>
                <w:szCs w:val="20"/>
                <w:lang w:val="x-none" w:eastAsia="x-none"/>
              </w:rPr>
              <w:t>PtInsNo</w:t>
            </w:r>
            <w:proofErr w:type="spellEnd"/>
            <w:r>
              <w:rPr>
                <w:color w:val="000000"/>
                <w:sz w:val="20"/>
                <w:szCs w:val="20"/>
                <w:lang w:val="x-none" w:eastAsia="x-none"/>
              </w:rPr>
              <w:t>&gt;</w:t>
            </w:r>
          </w:p>
        </w:tc>
      </w:tr>
    </w:tbl>
    <w:p w14:paraId="73B5F78B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  <w:lang w:val="x-none" w:eastAsia="x-none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0352A" w14:paraId="32E9058A" w14:textId="77777777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26E690E6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Details of patient</w:t>
            </w:r>
            <w:r>
              <w:rPr>
                <w:rFonts w:eastAsia="Times New Roman"/>
                <w:b/>
                <w:bCs/>
                <w:sz w:val="20"/>
                <w:szCs w:val="20"/>
                <w:lang w:val="x-none" w:eastAsia="x-none"/>
              </w:rPr>
              <w:t>’s usual GP: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765195B4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Details of patient</w:t>
            </w:r>
            <w:r>
              <w:rPr>
                <w:rFonts w:eastAsia="Times New Roman"/>
                <w:b/>
                <w:bCs/>
                <w:sz w:val="20"/>
                <w:szCs w:val="20"/>
                <w:lang w:val="x-none" w:eastAsia="x-none"/>
              </w:rPr>
              <w:t xml:space="preserve">’s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x-none" w:eastAsia="x-none"/>
              </w:rPr>
              <w:t>carer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val="x-none" w:eastAsia="x-none"/>
              </w:rPr>
              <w:t xml:space="preserve"> (if applicable):</w:t>
            </w:r>
          </w:p>
        </w:tc>
      </w:tr>
      <w:tr w:rsidR="00D0352A" w14:paraId="20199A7E" w14:textId="77777777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0864F62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&lt;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DrName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&gt;</w:t>
            </w:r>
          </w:p>
          <w:p w14:paraId="2BA02AAF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&lt;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DrAddress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  <w:lang w:val="x-none" w:eastAsia="x-none"/>
              </w:rPr>
              <w:t>&gt;</w:t>
            </w:r>
          </w:p>
          <w:p w14:paraId="3A924B60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 xml:space="preserve">Provider No.: </w:t>
            </w:r>
            <w:r>
              <w:rPr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DrProviderNo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>&gt;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19626683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Name:</w:t>
            </w:r>
            <w:r>
              <w:rPr>
                <w:sz w:val="20"/>
                <w:szCs w:val="20"/>
                <w:lang w:val="x-none" w:eastAsia="x-none"/>
              </w:rPr>
              <w:t xml:space="preserve"> </w:t>
            </w:r>
            <w:hyperlink w:anchor="BPSFIELD|C|10|||" w:history="1">
              <w:r>
                <w:rPr>
                  <w:sz w:val="20"/>
                  <w:szCs w:val="20"/>
                  <w:lang w:val="x-none" w:eastAsia="x-none"/>
                </w:rPr>
                <w:t>&lt;Name of patient</w:t>
              </w:r>
              <w:r>
                <w:rPr>
                  <w:rFonts w:eastAsia="Times New Roman"/>
                  <w:sz w:val="20"/>
                  <w:szCs w:val="20"/>
                  <w:lang w:val="x-none" w:eastAsia="x-none"/>
                </w:rPr>
                <w:t xml:space="preserve">’s </w:t>
              </w:r>
              <w:proofErr w:type="spellStart"/>
              <w:r>
                <w:rPr>
                  <w:rFonts w:eastAsia="Times New Roman"/>
                  <w:sz w:val="20"/>
                  <w:szCs w:val="20"/>
                  <w:lang w:val="x-none" w:eastAsia="x-none"/>
                </w:rPr>
                <w:t>carer</w:t>
              </w:r>
              <w:proofErr w:type="spellEnd"/>
              <w:r>
                <w:rPr>
                  <w:rFonts w:eastAsia="Times New Roman"/>
                  <w:sz w:val="20"/>
                  <w:szCs w:val="20"/>
                  <w:lang w:val="x-none" w:eastAsia="x-none"/>
                </w:rPr>
                <w:t xml:space="preserve"> (if applicable):&gt;</w:t>
              </w:r>
            </w:hyperlink>
          </w:p>
          <w:p w14:paraId="6F0371C0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 xml:space="preserve">Relationship to Patient: </w:t>
            </w:r>
            <w:hyperlink w:anchor="BPSFIELD|L|SINGLE||||Spouse|Other Relative|Neighbour|Live-in Friend|Visiting Friend|Professional Carer|Other" w:history="1">
              <w:r>
                <w:rPr>
                  <w:sz w:val="20"/>
                  <w:szCs w:val="20"/>
                  <w:lang w:val="x-none" w:eastAsia="x-none"/>
                </w:rPr>
                <w:t xml:space="preserve">&lt;Relationship of </w:t>
              </w:r>
              <w:proofErr w:type="spellStart"/>
              <w:r>
                <w:rPr>
                  <w:sz w:val="20"/>
                  <w:szCs w:val="20"/>
                  <w:lang w:val="x-none" w:eastAsia="x-none"/>
                </w:rPr>
                <w:t>carer</w:t>
              </w:r>
              <w:proofErr w:type="spellEnd"/>
              <w:r>
                <w:rPr>
                  <w:sz w:val="20"/>
                  <w:szCs w:val="20"/>
                  <w:lang w:val="x-none" w:eastAsia="x-none"/>
                </w:rPr>
                <w:t xml:space="preserve"> to patient&gt;</w:t>
              </w:r>
            </w:hyperlink>
          </w:p>
          <w:p w14:paraId="722FBB7F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Phone:</w:t>
            </w:r>
            <w:r>
              <w:rPr>
                <w:sz w:val="20"/>
                <w:szCs w:val="20"/>
                <w:lang w:val="x-none" w:eastAsia="x-none"/>
              </w:rPr>
              <w:t xml:space="preserve"> </w:t>
            </w:r>
            <w:hyperlink w:anchor="BPSFIELD|C|10|||" w:history="1">
              <w:r>
                <w:rPr>
                  <w:sz w:val="20"/>
                  <w:szCs w:val="20"/>
                  <w:lang w:val="x-none" w:eastAsia="x-none"/>
                </w:rPr>
                <w:t xml:space="preserve">&lt;Contact telephone or mobile no. of </w:t>
              </w:r>
              <w:proofErr w:type="spellStart"/>
              <w:r>
                <w:rPr>
                  <w:sz w:val="20"/>
                  <w:szCs w:val="20"/>
                  <w:lang w:val="x-none" w:eastAsia="x-none"/>
                </w:rPr>
                <w:t>carer</w:t>
              </w:r>
              <w:proofErr w:type="spellEnd"/>
              <w:r>
                <w:rPr>
                  <w:sz w:val="20"/>
                  <w:szCs w:val="20"/>
                  <w:lang w:val="x-none" w:eastAsia="x-none"/>
                </w:rPr>
                <w:t>&gt;</w:t>
              </w:r>
            </w:hyperlink>
          </w:p>
          <w:p w14:paraId="2C38F4F1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11489E8E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  <w:lang w:val="x-none" w:eastAsia="x-none"/>
        </w:rPr>
      </w:pPr>
      <w:r>
        <w:rPr>
          <w:lang w:val="x-none" w:eastAsia="x-none"/>
        </w:rPr>
        <w:t xml:space="preserve"> 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D0352A" w14:paraId="005B1DB6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29F76BB4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If the patient has a previous or existing care plan, when was it prepared and what were the outcomes:</w:t>
            </w:r>
          </w:p>
          <w:p w14:paraId="13EBA220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hyperlink w:anchor="BPSFIELD|M|10|||" w:history="1">
              <w:r>
                <w:rPr>
                  <w:sz w:val="20"/>
                  <w:szCs w:val="20"/>
                  <w:lang w:val="x-none" w:eastAsia="x-none"/>
                </w:rPr>
                <w:t>&lt;Date and outcomes of patient's last care plan if any&gt;</w:t>
              </w:r>
            </w:hyperlink>
          </w:p>
          <w:p w14:paraId="51B74EE9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428F7328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  <w:lang w:val="x-none" w:eastAsia="x-none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D0352A" w14:paraId="736B31C8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1441AD89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Other notes or comments relevant to the patient</w:t>
            </w:r>
            <w:r>
              <w:rPr>
                <w:rFonts w:eastAsia="Times New Roman"/>
                <w:b/>
                <w:bCs/>
                <w:sz w:val="20"/>
                <w:szCs w:val="20"/>
                <w:lang w:val="x-none" w:eastAsia="x-none"/>
              </w:rPr>
              <w:t>’s care planning:</w:t>
            </w:r>
            <w:r>
              <w:rPr>
                <w:lang w:val="x-none" w:eastAsia="x-none"/>
              </w:rPr>
              <w:t xml:space="preserve"> </w:t>
            </w:r>
          </w:p>
          <w:p w14:paraId="36AB2721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  <w:szCs w:val="20"/>
                <w:lang w:val="x-none" w:eastAsia="x-none"/>
              </w:rPr>
            </w:pPr>
            <w:hyperlink w:anchor="BPSFIELD|M|10|||" w:history="1">
              <w:r>
                <w:rPr>
                  <w:sz w:val="20"/>
                  <w:szCs w:val="20"/>
                  <w:lang w:val="x-none" w:eastAsia="x-none"/>
                </w:rPr>
                <w:t>&lt;Date and outcomes of patient's last care plan&gt;</w:t>
              </w:r>
            </w:hyperlink>
          </w:p>
          <w:p w14:paraId="5F08E5F8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7261CBED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  <w:lang w:val="x-none" w:eastAsia="x-none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D0352A" w14:paraId="296CEA17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2CD9301F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Medications:</w:t>
            </w:r>
            <w:r>
              <w:rPr>
                <w:b/>
                <w:bCs/>
                <w:lang w:val="x-none" w:eastAsia="x-none"/>
              </w:rPr>
              <w:t xml:space="preserve"> </w:t>
            </w:r>
          </w:p>
          <w:p w14:paraId="2317D3D4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  <w:szCs w:val="20"/>
                <w:lang w:val="x-none" w:eastAsia="x-none"/>
              </w:rPr>
            </w:pPr>
            <w:r>
              <w:rPr>
                <w:sz w:val="20"/>
                <w:szCs w:val="20"/>
                <w:lang w:val="x-none" w:eastAsia="x-none"/>
              </w:rPr>
              <w:t>&lt;</w:t>
            </w:r>
            <w:proofErr w:type="spellStart"/>
            <w:r>
              <w:rPr>
                <w:sz w:val="20"/>
                <w:szCs w:val="20"/>
                <w:lang w:val="x-none" w:eastAsia="x-none"/>
              </w:rPr>
              <w:t>CurrentRx</w:t>
            </w:r>
            <w:proofErr w:type="spellEnd"/>
            <w:r>
              <w:rPr>
                <w:sz w:val="20"/>
                <w:szCs w:val="20"/>
                <w:lang w:val="x-none" w:eastAsia="x-none"/>
              </w:rPr>
              <w:t>&gt;</w:t>
            </w:r>
          </w:p>
          <w:p w14:paraId="64263931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  <w:szCs w:val="20"/>
                <w:lang w:val="x-none" w:eastAsia="x-none"/>
              </w:rPr>
            </w:pPr>
          </w:p>
        </w:tc>
      </w:tr>
    </w:tbl>
    <w:p w14:paraId="525D2D4D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  <w:lang w:val="x-none" w:eastAsia="x-none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D0352A" w14:paraId="1A65F088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5B9FBE9C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Allergies:</w:t>
            </w:r>
            <w:r>
              <w:rPr>
                <w:b/>
                <w:bCs/>
                <w:lang w:val="x-none" w:eastAsia="x-none"/>
              </w:rPr>
              <w:t xml:space="preserve"> </w:t>
            </w:r>
          </w:p>
          <w:p w14:paraId="1A604622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sz w:val="20"/>
                <w:szCs w:val="20"/>
                <w:lang w:val="x-none" w:eastAsia="x-none"/>
              </w:rPr>
              <w:t>&lt;Reactions&gt;</w:t>
            </w:r>
          </w:p>
          <w:p w14:paraId="7A6F498F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53C9555E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br w:type="page"/>
      </w:r>
      <w:r>
        <w:rPr>
          <w:b/>
          <w:bCs/>
          <w:sz w:val="20"/>
          <w:szCs w:val="20"/>
          <w:lang w:val="x-none" w:eastAsia="x-none"/>
        </w:rPr>
        <w:lastRenderedPageBreak/>
        <w:t xml:space="preserve">Patient's Name: </w:t>
      </w:r>
      <w:r>
        <w:rPr>
          <w:sz w:val="20"/>
          <w:szCs w:val="20"/>
          <w:lang w:val="x-none" w:eastAsia="x-none"/>
        </w:rPr>
        <w:t>&lt;</w:t>
      </w:r>
      <w:proofErr w:type="spellStart"/>
      <w:r>
        <w:rPr>
          <w:sz w:val="20"/>
          <w:szCs w:val="20"/>
          <w:lang w:val="x-none" w:eastAsia="x-none"/>
        </w:rPr>
        <w:t>PtFullName</w:t>
      </w:r>
      <w:proofErr w:type="spellEnd"/>
      <w:r>
        <w:rPr>
          <w:sz w:val="20"/>
          <w:szCs w:val="20"/>
          <w:lang w:val="x-none" w:eastAsia="x-none"/>
        </w:rPr>
        <w:t>&gt;</w:t>
      </w:r>
    </w:p>
    <w:p w14:paraId="6DDCC752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  <w:lang w:val="x-none" w:eastAsia="x-none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09"/>
      </w:tblGrid>
      <w:tr w:rsidR="00D0352A" w14:paraId="0CFDD494" w14:textId="77777777">
        <w:tc>
          <w:tcPr>
            <w:tcW w:w="9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7C44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I have explained the steps and costs involved, and the patient has agreed to proceed with the service</w:t>
            </w:r>
          </w:p>
          <w:p w14:paraId="6AC710B2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 xml:space="preserve">                                             </w:t>
            </w:r>
          </w:p>
          <w:p w14:paraId="71D86E41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sz w:val="20"/>
                <w:szCs w:val="20"/>
                <w:lang w:val="x-none" w:eastAsia="x-none"/>
              </w:rPr>
              <w:t>GP</w:t>
            </w:r>
            <w:r>
              <w:rPr>
                <w:rFonts w:eastAsia="Times New Roman"/>
                <w:sz w:val="20"/>
                <w:szCs w:val="20"/>
                <w:lang w:val="x-none" w:eastAsia="x-none"/>
              </w:rPr>
              <w:t>’s Signature:  ________________________________________________</w:t>
            </w:r>
            <w:r>
              <w:rPr>
                <w:rFonts w:eastAsia="Times New Roman"/>
                <w:sz w:val="20"/>
                <w:szCs w:val="20"/>
                <w:lang w:val="x-none" w:eastAsia="x-none"/>
              </w:rPr>
              <w:tab/>
              <w:t xml:space="preserve">Date: </w:t>
            </w:r>
            <w:hyperlink w:anchor="BPSFIELD|D|10|||" w:history="1">
              <w:r>
                <w:rPr>
                  <w:sz w:val="20"/>
                  <w:szCs w:val="20"/>
                  <w:lang w:val="x-none" w:eastAsia="x-none"/>
                </w:rPr>
                <w:t>&lt;Date TCA service completed&gt;</w:t>
              </w:r>
            </w:hyperlink>
          </w:p>
          <w:p w14:paraId="170A9B8B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00D0E445" w14:textId="77777777" w:rsidR="00D0352A" w:rsidRDefault="00D0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  <w:lang w:val="x-none" w:eastAsia="x-none"/>
        </w:rPr>
      </w:pPr>
    </w:p>
    <w:tbl>
      <w:tblPr>
        <w:tblW w:w="980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9"/>
        <w:gridCol w:w="3269"/>
        <w:gridCol w:w="3271"/>
      </w:tblGrid>
      <w:tr w:rsidR="00D0352A" w14:paraId="58C5EFFA" w14:textId="77777777" w:rsidTr="00CD43E1">
        <w:tc>
          <w:tcPr>
            <w:tcW w:w="98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E5E5"/>
          </w:tcPr>
          <w:p w14:paraId="68D1EEE0" w14:textId="77777777" w:rsidR="00D0352A" w:rsidRDefault="00D035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sz w:val="20"/>
                <w:szCs w:val="20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hd w:val="clear" w:color="auto" w:fill="EAEAEA"/>
                <w:lang w:val="x-none" w:eastAsia="x-none"/>
              </w:rPr>
              <w:t xml:space="preserve">COORDINATION OF TEAM CARE ARRANGEMENTS </w:t>
            </w:r>
            <w:r>
              <w:rPr>
                <w:rFonts w:ascii="Arial" w:hAnsi="Arial" w:cs="Arial"/>
                <w:b/>
                <w:bCs/>
                <w:lang w:val="x-none" w:eastAsia="x-none"/>
              </w:rPr>
              <w:t>(ITEM 723)</w:t>
            </w:r>
          </w:p>
        </w:tc>
      </w:tr>
      <w:tr w:rsidR="00D0352A" w14:paraId="343FF851" w14:textId="77777777" w:rsidTr="00CD43E1">
        <w:tc>
          <w:tcPr>
            <w:tcW w:w="3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1EA4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 xml:space="preserve">Treatment and service goals for the patient/ changes to be achieved </w:t>
            </w:r>
          </w:p>
        </w:tc>
        <w:tc>
          <w:tcPr>
            <w:tcW w:w="3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844BC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Treatment and services that collaborating providers will provide to the patient</w:t>
            </w:r>
          </w:p>
        </w:tc>
        <w:tc>
          <w:tcPr>
            <w:tcW w:w="32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19AE4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>Actions to be taken by the patient</w:t>
            </w:r>
          </w:p>
        </w:tc>
      </w:tr>
      <w:tr w:rsidR="00D0352A" w14:paraId="19AC45FF" w14:textId="77777777" w:rsidTr="00CD43E1"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60CF3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  <w:hyperlink w:anchor="BPSFIELD|M|10|||" w:history="1">
              <w:r>
                <w:rPr>
                  <w:sz w:val="20"/>
                  <w:szCs w:val="20"/>
                  <w:lang w:val="x-none" w:eastAsia="x-none"/>
                </w:rPr>
                <w:t>&lt;Goals - changes to be achieved&gt;</w:t>
              </w:r>
            </w:hyperlink>
          </w:p>
          <w:p w14:paraId="6FCB91BA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</w:p>
          <w:p w14:paraId="6FA28966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FF92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  <w:hyperlink w:anchor="BPSFIELD|M|10|||" w:history="1">
              <w:r>
                <w:rPr>
                  <w:sz w:val="20"/>
                  <w:szCs w:val="20"/>
                  <w:lang w:val="x-none" w:eastAsia="x-none"/>
                </w:rPr>
                <w:t>&lt;Treatment and services will be provided to the patient&gt;</w:t>
              </w:r>
            </w:hyperlink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26513" w14:textId="77777777" w:rsidR="00D0352A" w:rsidRDefault="00D0352A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  <w:hyperlink w:anchor="BPSFIELD|M|10|||" w:history="1">
              <w:r>
                <w:rPr>
                  <w:sz w:val="20"/>
                  <w:szCs w:val="20"/>
                  <w:lang w:val="x-none" w:eastAsia="x-none"/>
                </w:rPr>
                <w:t>&lt;Actions to be taken by the patient&gt;</w:t>
              </w:r>
            </w:hyperlink>
          </w:p>
        </w:tc>
      </w:tr>
    </w:tbl>
    <w:p w14:paraId="0106150B" w14:textId="77777777" w:rsidR="00D0352A" w:rsidRDefault="00D0352A">
      <w:pPr>
        <w:pStyle w:val="Normal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sz w:val="20"/>
          <w:szCs w:val="20"/>
          <w:lang w:val="x-none" w:eastAsia="x-none"/>
        </w:rPr>
      </w:pPr>
    </w:p>
    <w:p w14:paraId="61620376" w14:textId="77777777" w:rsidR="00D0352A" w:rsidRDefault="00D0352A">
      <w:pPr>
        <w:pStyle w:val="Normal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sz w:val="20"/>
          <w:szCs w:val="20"/>
          <w:lang w:val="x-none"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D32AC" w:rsidRPr="001F1E1F" w14:paraId="0FF63939" w14:textId="77777777" w:rsidTr="00A236AE">
        <w:tc>
          <w:tcPr>
            <w:tcW w:w="9854" w:type="dxa"/>
            <w:shd w:val="clear" w:color="auto" w:fill="D9D9D9"/>
            <w:hideMark/>
          </w:tcPr>
          <w:p w14:paraId="082BB61D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AFTER HOURS ARRANGEMENTS- please modify according to the needs of your patient and practice services</w:t>
            </w:r>
          </w:p>
        </w:tc>
      </w:tr>
      <w:tr w:rsidR="00FD32AC" w:rsidRPr="001F1E1F" w14:paraId="1EC9FD55" w14:textId="77777777" w:rsidTr="00A236AE">
        <w:tc>
          <w:tcPr>
            <w:tcW w:w="9854" w:type="dxa"/>
          </w:tcPr>
          <w:p w14:paraId="73FE0C81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If in the event of &lt;&lt;non-emergency medical episode(s)&gt;&gt; the patient should work through their action plan. </w:t>
            </w:r>
          </w:p>
          <w:p w14:paraId="7432B808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AFED2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If medical attention is still required, </w:t>
            </w:r>
            <w:r w:rsidRPr="00D861CC">
              <w:rPr>
                <w:rFonts w:ascii="Times New Roman" w:hAnsi="Times New Roman" w:cs="Times New Roman"/>
                <w:sz w:val="20"/>
                <w:szCs w:val="20"/>
              </w:rPr>
              <w:t xml:space="preserve">and the general practice is closed, the patient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should do the following:</w:t>
            </w:r>
          </w:p>
          <w:p w14:paraId="7E9E9820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EFBA9" w14:textId="77777777" w:rsidR="00FD32AC" w:rsidRDefault="00FD32AC" w:rsidP="00FD32AC">
            <w:pPr>
              <w:pStyle w:val="Normal0"/>
              <w:numPr>
                <w:ilvl w:val="0"/>
                <w:numId w:val="2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 the on-call GP on &lt;&lt;phone number&gt;&gt; </w:t>
            </w:r>
          </w:p>
          <w:p w14:paraId="7C495BEE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8BBFD" w14:textId="77777777" w:rsidR="00FD32AC" w:rsidRDefault="00FD32AC" w:rsidP="00FD32AC">
            <w:pPr>
              <w:pStyle w:val="Normal0"/>
              <w:numPr>
                <w:ilvl w:val="0"/>
                <w:numId w:val="2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Ring the on-call nurse on &lt;&lt;phone number&gt;&gt;</w:t>
            </w:r>
          </w:p>
          <w:p w14:paraId="58309C92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F367B3" w14:textId="3CECE69A" w:rsidR="00FD32AC" w:rsidRDefault="00FD32AC" w:rsidP="00FD32AC">
            <w:pPr>
              <w:pStyle w:val="Normal0"/>
              <w:numPr>
                <w:ilvl w:val="0"/>
                <w:numId w:val="2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 the medical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deputi</w:t>
            </w:r>
            <w:bookmarkStart w:id="0" w:name="_GoBack"/>
            <w:bookmarkEnd w:id="0"/>
            <w:r w:rsidR="00C210C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service engaged with the general practice on &lt;&lt;phone number&gt;&gt;</w:t>
            </w:r>
          </w:p>
          <w:p w14:paraId="23DE35FD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2AC" w:rsidRPr="001F1E1F" w14:paraId="28334D15" w14:textId="77777777" w:rsidTr="00A236AE">
        <w:tc>
          <w:tcPr>
            <w:tcW w:w="9854" w:type="dxa"/>
            <w:shd w:val="clear" w:color="auto" w:fill="D9D9D9"/>
          </w:tcPr>
          <w:p w14:paraId="4608783A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After hours arrangements have been discussed with the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patient?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&lt;&lt;yes/no&gt;&gt;</w:t>
            </w:r>
          </w:p>
          <w:p w14:paraId="4DF91473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924F46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Patient and/or family have been given the opportunity to ask questions?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&lt;&lt;yes/no&gt;&gt;</w:t>
            </w:r>
          </w:p>
          <w:p w14:paraId="72F825EA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37B05" w14:textId="77777777" w:rsidR="00FD32AC" w:rsidRPr="00B441BB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1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Provided patient with an easy to understand document that explains their </w:t>
            </w:r>
            <w:proofErr w:type="spellStart"/>
            <w:proofErr w:type="gramStart"/>
            <w:r w:rsidRPr="00B441BB">
              <w:rPr>
                <w:rFonts w:ascii="Times New Roman" w:hAnsi="Times New Roman" w:cs="Times New Roman"/>
                <w:b/>
                <w:sz w:val="20"/>
                <w:szCs w:val="20"/>
              </w:rPr>
              <w:t>after hours</w:t>
            </w:r>
            <w:proofErr w:type="spellEnd"/>
            <w:proofErr w:type="gramEnd"/>
            <w:r w:rsidRPr="00B441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arrangements?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441BB">
              <w:rPr>
                <w:rFonts w:ascii="Times New Roman" w:hAnsi="Times New Roman" w:cs="Times New Roman"/>
                <w:sz w:val="20"/>
                <w:szCs w:val="20"/>
              </w:rPr>
              <w:t>&lt;&lt;yes/no&gt;&gt;</w:t>
            </w:r>
          </w:p>
          <w:p w14:paraId="30232FC8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b/>
                <w:sz w:val="20"/>
                <w:szCs w:val="20"/>
              </w:rPr>
            </w:pPr>
          </w:p>
          <w:p w14:paraId="50ECD1A3" w14:textId="77777777" w:rsidR="00FD32AC" w:rsidRDefault="00FD32AC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b/>
                <w:sz w:val="20"/>
                <w:szCs w:val="20"/>
              </w:rPr>
            </w:pPr>
          </w:p>
        </w:tc>
      </w:tr>
    </w:tbl>
    <w:p w14:paraId="5320E390" w14:textId="77777777" w:rsidR="00D0352A" w:rsidRDefault="00D0352A">
      <w:pPr>
        <w:pStyle w:val="Normal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sz w:val="20"/>
          <w:szCs w:val="20"/>
          <w:lang w:val="x-none" w:eastAsia="x-none"/>
        </w:rPr>
      </w:pPr>
    </w:p>
    <w:p w14:paraId="2FC6E959" w14:textId="77777777" w:rsidR="00FD32AC" w:rsidRDefault="00FD32AC">
      <w:pPr>
        <w:pStyle w:val="Normal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sz w:val="20"/>
          <w:szCs w:val="20"/>
          <w:lang w:val="x-none"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D43E1" w14:paraId="210AB6B4" w14:textId="77777777" w:rsidTr="00CD43E1">
        <w:tc>
          <w:tcPr>
            <w:tcW w:w="9854" w:type="dxa"/>
            <w:shd w:val="clear" w:color="auto" w:fill="D9D9D9" w:themeFill="background1" w:themeFillShade="D9"/>
          </w:tcPr>
          <w:p w14:paraId="7CF2D398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Copy of TCAs offered to patient? </w:t>
            </w:r>
            <w:r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r>
              <w:rPr>
                <w:sz w:val="20"/>
                <w:szCs w:val="20"/>
                <w:lang w:val="x-none" w:eastAsia="x-none"/>
              </w:rPr>
              <w:t xml:space="preserve"> </w:t>
            </w:r>
            <w:hyperlink w:anchor="BPSFIELD|B|1|||" w:history="1">
              <w:r>
                <w:rPr>
                  <w:rFonts w:ascii="Times New Roman" w:hAnsi="Times New Roman" w:cs="Times New Roman"/>
                  <w:sz w:val="20"/>
                  <w:szCs w:val="20"/>
                  <w:lang w:val="x-none" w:eastAsia="x-none"/>
                </w:rPr>
                <w:t>&lt;Copy of the TCAs offered to patient&gt;</w:t>
              </w:r>
            </w:hyperlink>
          </w:p>
          <w:p w14:paraId="0AAC6D60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</w:p>
          <w:p w14:paraId="13ECB8CB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Copy / relevant parts of the TCAs supplied to other providers?  </w:t>
            </w:r>
            <w:hyperlink w:anchor="BPSFIELD|L|SINGLE||||Yes|No|Not required" w:history="1">
              <w:r>
                <w:rPr>
                  <w:rFonts w:ascii="Times New Roman" w:hAnsi="Times New Roman" w:cs="Times New Roman"/>
                  <w:sz w:val="20"/>
                  <w:szCs w:val="20"/>
                  <w:lang w:val="x-none" w:eastAsia="x-none"/>
                </w:rPr>
                <w:t>&lt;Copy of the TCAs supplied to other providers?&gt;</w:t>
              </w:r>
            </w:hyperlink>
          </w:p>
          <w:p w14:paraId="7B7A1112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</w:p>
          <w:p w14:paraId="14EDCAC4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TCAs added to the patient’s records?  </w:t>
            </w:r>
            <w:hyperlink w:anchor="BPSFIELD|B|1|||" w:history="1">
              <w:r>
                <w:rPr>
                  <w:rFonts w:ascii="Times New Roman" w:hAnsi="Times New Roman" w:cs="Times New Roman"/>
                  <w:sz w:val="20"/>
                  <w:szCs w:val="20"/>
                  <w:lang w:val="x-none" w:eastAsia="x-none"/>
                </w:rPr>
                <w:t>&lt;TCAs added to patient's record?&gt;</w:t>
              </w:r>
            </w:hyperlink>
          </w:p>
          <w:p w14:paraId="018871FC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</w:p>
          <w:p w14:paraId="6A898D89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Referral forms for Medicare allied health services completed? </w:t>
            </w:r>
            <w:r>
              <w:rPr>
                <w:sz w:val="20"/>
                <w:szCs w:val="20"/>
                <w:lang w:val="x-none" w:eastAsia="x-none"/>
              </w:rPr>
              <w:t xml:space="preserve"> </w:t>
            </w:r>
            <w:hyperlink w:anchor="BPSFIELD|B|1|||" w:history="1">
              <w:r>
                <w:rPr>
                  <w:rFonts w:ascii="Times New Roman" w:hAnsi="Times New Roman" w:cs="Times New Roman"/>
                  <w:sz w:val="20"/>
                  <w:szCs w:val="20"/>
                  <w:lang w:val="x-none" w:eastAsia="x-none"/>
                </w:rPr>
                <w:t>&lt;Referral forms for Medicare AHPs completed&gt;</w:t>
              </w:r>
            </w:hyperlink>
          </w:p>
          <w:p w14:paraId="3A07BB6E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  <w:t xml:space="preserve">The referral form issued by the Department can be found at www.health.gov.au/mbsprimarycareitems or a form can be used that contains all of the component of the Department form. </w:t>
            </w:r>
          </w:p>
          <w:p w14:paraId="55AE3729" w14:textId="77777777" w:rsidR="00CD43E1" w:rsidRDefault="00CD43E1" w:rsidP="00CD43E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</w:p>
          <w:p w14:paraId="178715AF" w14:textId="77777777" w:rsidR="00CD43E1" w:rsidRDefault="00CD43E1" w:rsidP="00CD43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  <w:lang w:val="x-none" w:eastAsia="x-none"/>
              </w:rPr>
            </w:pPr>
            <w:r>
              <w:rPr>
                <w:b/>
                <w:bCs/>
                <w:sz w:val="20"/>
                <w:szCs w:val="20"/>
                <w:lang w:val="x-none" w:eastAsia="x-none"/>
              </w:rPr>
              <w:t xml:space="preserve">Review date for these TCAs:  </w:t>
            </w:r>
            <w:hyperlink w:anchor="BPSFIELD|D|10|/  /||" w:history="1">
              <w:r>
                <w:rPr>
                  <w:sz w:val="20"/>
                  <w:szCs w:val="20"/>
                  <w:lang w:val="x-none" w:eastAsia="x-none"/>
                </w:rPr>
                <w:t>&lt;TCAs Review Date&gt;</w:t>
              </w:r>
            </w:hyperlink>
          </w:p>
          <w:p w14:paraId="3457A2BB" w14:textId="77777777" w:rsidR="00CD43E1" w:rsidRDefault="00CD43E1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sz w:val="20"/>
                <w:szCs w:val="20"/>
                <w:lang w:val="x-none" w:eastAsia="x-none"/>
              </w:rPr>
            </w:pPr>
          </w:p>
        </w:tc>
      </w:tr>
    </w:tbl>
    <w:p w14:paraId="330FD7E8" w14:textId="77777777" w:rsidR="00CD43E1" w:rsidRDefault="00CD43E1">
      <w:pPr>
        <w:pStyle w:val="Normal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sz w:val="20"/>
          <w:szCs w:val="20"/>
          <w:lang w:val="x-none" w:eastAsia="x-none"/>
        </w:rPr>
      </w:pPr>
    </w:p>
    <w:sectPr w:rsidR="00CD43E1">
      <w:headerReference w:type="default" r:id="rId10"/>
      <w:footerReference w:type="default" r:id="rId11"/>
      <w:pgSz w:w="11906" w:h="16838"/>
      <w:pgMar w:top="624" w:right="1134" w:bottom="850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DBE8C" w14:textId="77777777" w:rsidR="00CF30DA" w:rsidRDefault="00CF30DA">
      <w:r>
        <w:separator/>
      </w:r>
    </w:p>
  </w:endnote>
  <w:endnote w:type="continuationSeparator" w:id="0">
    <w:p w14:paraId="60020A7C" w14:textId="77777777" w:rsidR="00CF30DA" w:rsidRDefault="00CF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4E42F" w14:textId="77777777" w:rsidR="00D0352A" w:rsidRDefault="00D0352A">
    <w:pPr>
      <w:pStyle w:val="Normal0"/>
      <w:tabs>
        <w:tab w:val="right" w:pos="9552"/>
        <w:tab w:val="left" w:pos="13608"/>
      </w:tabs>
      <w:rPr>
        <w:i/>
        <w:iCs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AA1D2" w14:textId="77777777" w:rsidR="00CF30DA" w:rsidRDefault="00CF30DA">
      <w:r>
        <w:separator/>
      </w:r>
    </w:p>
  </w:footnote>
  <w:footnote w:type="continuationSeparator" w:id="0">
    <w:p w14:paraId="06D22539" w14:textId="77777777" w:rsidR="00CF30DA" w:rsidRDefault="00CF3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96A12" w14:textId="77777777" w:rsidR="00D0352A" w:rsidRDefault="00D0352A">
    <w:pPr>
      <w:pStyle w:val="Normal0"/>
      <w:rPr>
        <w:lang w:val="x-none"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F567D"/>
    <w:multiLevelType w:val="hybridMultilevel"/>
    <w:tmpl w:val="99B4007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noExtraLineSpacing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D43E1"/>
    <w:rsid w:val="001B1AD0"/>
    <w:rsid w:val="001F1E1F"/>
    <w:rsid w:val="00216733"/>
    <w:rsid w:val="004B2E8C"/>
    <w:rsid w:val="00A236AE"/>
    <w:rsid w:val="00B441BB"/>
    <w:rsid w:val="00B83A6E"/>
    <w:rsid w:val="00BD3013"/>
    <w:rsid w:val="00BF6C55"/>
    <w:rsid w:val="00C210C9"/>
    <w:rsid w:val="00CD43E1"/>
    <w:rsid w:val="00CF30DA"/>
    <w:rsid w:val="00D0352A"/>
    <w:rsid w:val="00D861CC"/>
    <w:rsid w:val="00FD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7FE014"/>
  <w14:defaultImageDpi w14:val="0"/>
  <w15:docId w15:val="{81E3FBE5-DF68-438B-972D-F8319960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39"/>
    <w:rsid w:val="00CD4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6C55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BF6C5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C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F6C55"/>
    <w:rPr>
      <w:rFonts w:ascii="Times New Roman" w:hAnsi="Times New Roman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F6C55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C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6C55"/>
    <w:rPr>
      <w:rFonts w:ascii="Segoe UI" w:hAnsi="Segoe UI" w:cs="Segoe UI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6CA3CB6CCD444FBAD925E130BD6709" ma:contentTypeVersion="16" ma:contentTypeDescription="Create a new document." ma:contentTypeScope="" ma:versionID="33ca9cee01544906ff7bb76f56260c3d">
  <xsd:schema xmlns:xsd="http://www.w3.org/2001/XMLSchema" xmlns:xs="http://www.w3.org/2001/XMLSchema" xmlns:p="http://schemas.microsoft.com/office/2006/metadata/properties" xmlns:ns2="dc9c8916-d8fc-4ae1-be02-9386fed7c9bc" xmlns:ns3="cb480542-1e9f-465d-96cc-a71d6bad7222" targetNamespace="http://schemas.microsoft.com/office/2006/metadata/properties" ma:root="true" ma:fieldsID="842b8f3e9453609f215ffbfc91867b59" ns2:_="" ns3:_="">
    <xsd:import namespace="dc9c8916-d8fc-4ae1-be02-9386fed7c9bc"/>
    <xsd:import namespace="cb480542-1e9f-465d-96cc-a71d6bad7222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c8916-d8fc-4ae1-be02-9386fed7c9bc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a88af9d5-1892-414b-baa0-0b88546ae339" ma:internalName="TaxCatchAll" ma:showField="CatchAllData" ma:web="dc9c8916-d8fc-4ae1-be02-9386fed7c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80542-1e9f-465d-96cc-a71d6bad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3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c9c8916-d8fc-4ae1-be02-9386fed7c9bc">
      <Terms xmlns="http://schemas.microsoft.com/office/infopath/2007/PartnerControls"/>
    </TaxKeywordTaxHTField>
    <TaxCatchAll xmlns="dc9c8916-d8fc-4ae1-be02-9386fed7c9bc"/>
    <Comments xmlns="cb480542-1e9f-465d-96cc-a71d6bad7222" xsi:nil="true"/>
    <SharedWithUsers xmlns="dc9c8916-d8fc-4ae1-be02-9386fed7c9bc">
      <UserInfo>
        <DisplayName>Jasmine Van Den Hoek</DisplayName>
        <AccountId>2509</AccountId>
        <AccountType/>
      </UserInfo>
      <UserInfo>
        <DisplayName>Brian O’Sullivan</DisplayName>
        <AccountId>2814</AccountId>
        <AccountType/>
      </UserInfo>
      <UserInfo>
        <DisplayName>Kiera Mansfield</DisplayName>
        <AccountId>507</AccountId>
        <AccountType/>
      </UserInfo>
      <UserInfo>
        <DisplayName>Laura Ezerins</DisplayName>
        <AccountId>1095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F4B26D7-C6A1-466F-8148-E62D388A0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c8916-d8fc-4ae1-be02-9386fed7c9bc"/>
    <ds:schemaRef ds:uri="cb480542-1e9f-465d-96cc-a71d6bad7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BF1C17-9A71-4D2D-8409-612C14CB3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41E7B-B746-4679-A9F2-27C2A27E7FAA}">
  <ds:schemaRefs>
    <ds:schemaRef ds:uri="cb480542-1e9f-465d-96cc-a71d6bad722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c9c8916-d8fc-4ae1-be02-9386fed7c9b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71DCF66B.dotm</Template>
  <TotalTime>1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Base>C:\MDW2\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Ezerins</dc:creator>
  <cp:keywords/>
  <dc:description/>
  <cp:lastModifiedBy>Laura Ezerins</cp:lastModifiedBy>
  <cp:revision>2</cp:revision>
  <dcterms:created xsi:type="dcterms:W3CDTF">2019-05-28T05:18:00Z</dcterms:created>
  <dcterms:modified xsi:type="dcterms:W3CDTF">2019-05-28T05:18:00Z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0x010100C06CA3CB6CCD444FBAD925E130BD6709</vt:lpwstr>
  </property>
  <property fmtid="{D5CDD505-2E9C-101B-9397-08002B2CF9AE}" pid="3" name="TaxKeyword">
    <vt:lpwstr/>
  </property>
</Properties>
</file>